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241B98" w:rsidP="00241B9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7036D7C" wp14:editId="298BD83C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9525" b="4445"/>
            <wp:wrapThrough wrapText="bothSides">
              <wp:wrapPolygon edited="0">
                <wp:start x="0" y="0"/>
                <wp:lineTo x="0" y="21150"/>
                <wp:lineTo x="21474" y="21150"/>
                <wp:lineTo x="21474" y="0"/>
                <wp:lineTo x="0" y="0"/>
              </wp:wrapPolygon>
            </wp:wrapThrough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A45ED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01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6</w:t>
      </w:r>
      <w:r w:rsidR="00694A63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A530CC">
        <w:rPr>
          <w:rFonts w:ascii="Arial Narrow" w:hAnsi="Arial Narrow"/>
          <w:sz w:val="22"/>
          <w:lang w:val="de-DE"/>
        </w:rPr>
        <w:t>05.10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564954" w:rsidRPr="00C915D7" w:rsidRDefault="00564954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Vorsitz</w:t>
      </w:r>
    </w:p>
    <w:p w:rsidR="00564954" w:rsidRPr="00C915D7" w:rsidRDefault="00564954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Sitzungstermin</w:t>
      </w:r>
    </w:p>
    <w:p w:rsidR="006C4822" w:rsidRPr="00C915D7" w:rsidRDefault="006C4822" w:rsidP="006C482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Referate</w:t>
      </w:r>
    </w:p>
    <w:p w:rsidR="006C4822" w:rsidRPr="00C915D7" w:rsidRDefault="006C4822" w:rsidP="006C482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Bauch-Beine-Po-Referat</w:t>
      </w:r>
    </w:p>
    <w:p w:rsidR="006C4822" w:rsidRPr="00C915D7" w:rsidRDefault="006C4822" w:rsidP="006C482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Zumba Referat (Mitgliedschaft Zumba)</w:t>
      </w:r>
    </w:p>
    <w:p w:rsidR="006C4822" w:rsidRPr="00C915D7" w:rsidRDefault="006C4822" w:rsidP="006C482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Kabel &amp; Headsets</w:t>
      </w:r>
    </w:p>
    <w:p w:rsidR="006C4822" w:rsidRPr="00C915D7" w:rsidRDefault="006C4822" w:rsidP="006C482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International Festival</w:t>
      </w:r>
      <w:bookmarkStart w:id="0" w:name="_GoBack"/>
      <w:bookmarkEnd w:id="0"/>
    </w:p>
    <w:p w:rsidR="006C4822" w:rsidRPr="00C915D7" w:rsidRDefault="006C4822" w:rsidP="006C482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Kinoprojektor</w:t>
      </w:r>
    </w:p>
    <w:p w:rsidR="00A530CC" w:rsidRPr="00C915D7" w:rsidRDefault="00A530CC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 xml:space="preserve">USB Hubs und </w:t>
      </w:r>
      <w:proofErr w:type="spellStart"/>
      <w:r w:rsidRPr="00C915D7">
        <w:rPr>
          <w:rFonts w:ascii="Arial Narrow" w:hAnsi="Arial Narrow"/>
          <w:sz w:val="18"/>
          <w:szCs w:val="18"/>
          <w:lang w:val="de-DE"/>
        </w:rPr>
        <w:t>Pc</w:t>
      </w:r>
      <w:proofErr w:type="spellEnd"/>
      <w:r w:rsidRPr="00C915D7">
        <w:rPr>
          <w:rFonts w:ascii="Arial Narrow" w:hAnsi="Arial Narrow"/>
          <w:sz w:val="18"/>
          <w:szCs w:val="18"/>
          <w:lang w:val="de-DE"/>
        </w:rPr>
        <w:t xml:space="preserve"> Peripherie</w:t>
      </w:r>
    </w:p>
    <w:p w:rsidR="004F015E" w:rsidRPr="00C915D7" w:rsidRDefault="004F015E" w:rsidP="004F015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proofErr w:type="spellStart"/>
      <w:r w:rsidRPr="00C915D7">
        <w:rPr>
          <w:rFonts w:ascii="Arial Narrow" w:hAnsi="Arial Narrow"/>
          <w:sz w:val="18"/>
          <w:szCs w:val="18"/>
          <w:lang w:val="de-DE"/>
        </w:rPr>
        <w:t>Ersti</w:t>
      </w:r>
      <w:proofErr w:type="spellEnd"/>
      <w:r w:rsidRPr="00C915D7">
        <w:rPr>
          <w:rFonts w:ascii="Arial Narrow" w:hAnsi="Arial Narrow"/>
          <w:sz w:val="18"/>
          <w:szCs w:val="18"/>
          <w:lang w:val="de-DE"/>
        </w:rPr>
        <w:t>-Party</w:t>
      </w:r>
    </w:p>
    <w:p w:rsidR="004F015E" w:rsidRPr="00C915D7" w:rsidRDefault="004F015E" w:rsidP="004F015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Müll, Altglas etc. / AStA Putzen</w:t>
      </w:r>
    </w:p>
    <w:p w:rsidR="00564954" w:rsidRPr="00C915D7" w:rsidRDefault="00564954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Billardtisch</w:t>
      </w:r>
    </w:p>
    <w:p w:rsidR="00CA3524" w:rsidRPr="00C915D7" w:rsidRDefault="00BB416B" w:rsidP="00484F0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HSB</w:t>
      </w:r>
    </w:p>
    <w:p w:rsidR="00CA3524" w:rsidRPr="00C915D7" w:rsidRDefault="00CA3524" w:rsidP="00484F0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Zuständigkeiten (es brennt!)</w:t>
      </w:r>
    </w:p>
    <w:p w:rsidR="004F015E" w:rsidRPr="00C915D7" w:rsidRDefault="004F015E" w:rsidP="00484F0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Security</w:t>
      </w:r>
      <w:r w:rsidR="00686F7C" w:rsidRPr="00C915D7">
        <w:rPr>
          <w:rFonts w:ascii="Arial Narrow" w:hAnsi="Arial Narrow"/>
          <w:sz w:val="18"/>
          <w:szCs w:val="18"/>
          <w:lang w:val="de-DE"/>
        </w:rPr>
        <w:t xml:space="preserve"> und Funken</w:t>
      </w:r>
      <w:r w:rsidRPr="00C915D7">
        <w:rPr>
          <w:rFonts w:ascii="Arial Narrow" w:hAnsi="Arial Narrow"/>
          <w:sz w:val="18"/>
          <w:szCs w:val="18"/>
          <w:lang w:val="de-DE"/>
        </w:rPr>
        <w:t>?</w:t>
      </w:r>
    </w:p>
    <w:p w:rsidR="00484F00" w:rsidRPr="00C915D7" w:rsidRDefault="00484F00" w:rsidP="00CA3524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Sponsoring</w:t>
      </w:r>
      <w:r w:rsidR="00686F7C" w:rsidRPr="00C915D7">
        <w:rPr>
          <w:rFonts w:ascii="Arial Narrow" w:hAnsi="Arial Narrow"/>
          <w:sz w:val="18"/>
          <w:szCs w:val="18"/>
          <w:lang w:val="de-DE"/>
        </w:rPr>
        <w:t xml:space="preserve"> (Fabian)</w:t>
      </w:r>
    </w:p>
    <w:p w:rsidR="00647094" w:rsidRPr="00C915D7" w:rsidRDefault="00647094" w:rsidP="0064709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Runder Tisch (Fachschaften)</w:t>
      </w:r>
    </w:p>
    <w:p w:rsidR="00241B98" w:rsidRPr="00C915D7" w:rsidRDefault="00241B98" w:rsidP="0064709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Zuständigkeiten und Nachfolger</w:t>
      </w:r>
    </w:p>
    <w:p w:rsidR="00CA3524" w:rsidRPr="00C915D7" w:rsidRDefault="00206420" w:rsidP="00484F0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Sonstiges</w:t>
      </w:r>
    </w:p>
    <w:p w:rsidR="00CA3524" w:rsidRPr="00C915D7" w:rsidRDefault="00CA3524" w:rsidP="00484F0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Getränkebestellung (speziell: Mineralwasser, warum das teure wieder?)</w:t>
      </w:r>
    </w:p>
    <w:p w:rsidR="007D610C" w:rsidRPr="00C915D7" w:rsidRDefault="004F015E" w:rsidP="00484F0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Hausmeistern eine Kleinigkeit als Danke</w:t>
      </w:r>
    </w:p>
    <w:p w:rsidR="00241B98" w:rsidRPr="00C915D7" w:rsidRDefault="00241B98" w:rsidP="00241B9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Getränkeabrechnung</w:t>
      </w:r>
    </w:p>
    <w:p w:rsidR="00B90006" w:rsidRPr="00C915D7" w:rsidRDefault="00B90006" w:rsidP="00241B9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szCs w:val="18"/>
          <w:lang w:val="de-DE"/>
        </w:rPr>
      </w:pPr>
      <w:r w:rsidRPr="00C915D7">
        <w:rPr>
          <w:rFonts w:ascii="Arial Narrow" w:hAnsi="Arial Narrow"/>
          <w:sz w:val="18"/>
          <w:szCs w:val="18"/>
          <w:lang w:val="de-DE"/>
        </w:rPr>
        <w:t>Aufnahmeantrag Maggi</w:t>
      </w:r>
    </w:p>
    <w:sectPr w:rsidR="00B90006" w:rsidRPr="00C915D7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915D7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275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2DB6"/>
    <w:rsid w:val="00063E3E"/>
    <w:rsid w:val="000755CE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103636"/>
    <w:rsid w:val="001147AE"/>
    <w:rsid w:val="0011608E"/>
    <w:rsid w:val="0012300D"/>
    <w:rsid w:val="00132174"/>
    <w:rsid w:val="001364FA"/>
    <w:rsid w:val="0014473D"/>
    <w:rsid w:val="00144E86"/>
    <w:rsid w:val="00171392"/>
    <w:rsid w:val="00180C16"/>
    <w:rsid w:val="001A44B0"/>
    <w:rsid w:val="001C25E2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1B98"/>
    <w:rsid w:val="00243EFC"/>
    <w:rsid w:val="00273332"/>
    <w:rsid w:val="00274830"/>
    <w:rsid w:val="00293711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5286"/>
    <w:rsid w:val="00396AA7"/>
    <w:rsid w:val="003A45F8"/>
    <w:rsid w:val="003B6176"/>
    <w:rsid w:val="003B669B"/>
    <w:rsid w:val="003C32B3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4F00"/>
    <w:rsid w:val="00486AEE"/>
    <w:rsid w:val="00487AF4"/>
    <w:rsid w:val="004B5625"/>
    <w:rsid w:val="004B5892"/>
    <w:rsid w:val="004D1F62"/>
    <w:rsid w:val="004D70BF"/>
    <w:rsid w:val="004F015E"/>
    <w:rsid w:val="004F5365"/>
    <w:rsid w:val="00501683"/>
    <w:rsid w:val="00501BD9"/>
    <w:rsid w:val="00531881"/>
    <w:rsid w:val="00543129"/>
    <w:rsid w:val="005454D0"/>
    <w:rsid w:val="00564954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47094"/>
    <w:rsid w:val="00683C55"/>
    <w:rsid w:val="00685893"/>
    <w:rsid w:val="00686ECB"/>
    <w:rsid w:val="00686F7C"/>
    <w:rsid w:val="00694A63"/>
    <w:rsid w:val="006A01E2"/>
    <w:rsid w:val="006A0CE7"/>
    <w:rsid w:val="006A2577"/>
    <w:rsid w:val="006A6E9D"/>
    <w:rsid w:val="006C02EB"/>
    <w:rsid w:val="006C4822"/>
    <w:rsid w:val="006C4D68"/>
    <w:rsid w:val="006D3C5D"/>
    <w:rsid w:val="006F55D7"/>
    <w:rsid w:val="006F6C47"/>
    <w:rsid w:val="00713690"/>
    <w:rsid w:val="007173E9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70A"/>
    <w:rsid w:val="007D5A08"/>
    <w:rsid w:val="007D610C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DBB"/>
    <w:rsid w:val="00883CB3"/>
    <w:rsid w:val="008A70BF"/>
    <w:rsid w:val="008B511A"/>
    <w:rsid w:val="008C250E"/>
    <w:rsid w:val="008C59C6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757B0"/>
    <w:rsid w:val="009857BD"/>
    <w:rsid w:val="009906B7"/>
    <w:rsid w:val="00990ACB"/>
    <w:rsid w:val="00991E60"/>
    <w:rsid w:val="00992594"/>
    <w:rsid w:val="009A166B"/>
    <w:rsid w:val="009B7B2F"/>
    <w:rsid w:val="009C1107"/>
    <w:rsid w:val="009C4F14"/>
    <w:rsid w:val="009D3E73"/>
    <w:rsid w:val="009E6CE4"/>
    <w:rsid w:val="009F4F2E"/>
    <w:rsid w:val="00A05515"/>
    <w:rsid w:val="00A448D9"/>
    <w:rsid w:val="00A44D35"/>
    <w:rsid w:val="00A45EDF"/>
    <w:rsid w:val="00A530CC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90006"/>
    <w:rsid w:val="00BA10A5"/>
    <w:rsid w:val="00BB416B"/>
    <w:rsid w:val="00BC622C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72CC"/>
    <w:rsid w:val="00C82C9C"/>
    <w:rsid w:val="00C915D7"/>
    <w:rsid w:val="00CA3524"/>
    <w:rsid w:val="00CA5DF7"/>
    <w:rsid w:val="00CB5BD5"/>
    <w:rsid w:val="00CD7327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138F"/>
    <w:rsid w:val="00E6322F"/>
    <w:rsid w:val="00E65A7E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3563"/>
    <w:rsid w:val="00F15EEB"/>
    <w:rsid w:val="00F27098"/>
    <w:rsid w:val="00F60291"/>
    <w:rsid w:val="00F834DE"/>
    <w:rsid w:val="00F901A2"/>
    <w:rsid w:val="00F9390D"/>
    <w:rsid w:val="00FA5486"/>
    <w:rsid w:val="00FA59A9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2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Lukas Scheuerle</cp:lastModifiedBy>
  <cp:revision>25</cp:revision>
  <cp:lastPrinted>2016-10-05T10:56:00Z</cp:lastPrinted>
  <dcterms:created xsi:type="dcterms:W3CDTF">2016-01-14T21:27:00Z</dcterms:created>
  <dcterms:modified xsi:type="dcterms:W3CDTF">2016-10-05T10:57:00Z</dcterms:modified>
</cp:coreProperties>
</file>